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12CA3" w14:textId="2186BEA0" w:rsidR="00DB70C1" w:rsidRPr="003F1FE9" w:rsidRDefault="00DB70C1" w:rsidP="00FB1BBD">
      <w:pPr>
        <w:pStyle w:val="Titel"/>
      </w:pPr>
      <w:r w:rsidRPr="003F1FE9">
        <w:t xml:space="preserve">Intelligente Lüftungssteuerung </w:t>
      </w:r>
      <w:r w:rsidR="00E66853">
        <w:t xml:space="preserve">vereint gutes Raumklima mit </w:t>
      </w:r>
      <w:r w:rsidRPr="003F1FE9">
        <w:t>Energieeffizienz</w:t>
      </w:r>
    </w:p>
    <w:p w14:paraId="6D1A684A" w14:textId="29A15057" w:rsidR="00DB70C1" w:rsidRPr="003F1FE9" w:rsidRDefault="00DB70C1" w:rsidP="00DB70C1">
      <w:r w:rsidRPr="003F1FE9">
        <w:t xml:space="preserve">Die kontrollierte Wohnraumlüftung ist ein zentrales Thema im modernen Wohnbau – sowohl im Neubau als auch bei der energetischen Sanierung von Bestandsgebäuden. Je besser die Gebäudehülle gedämmt ist, desto wichtiger wird ein zuverlässiger Luftaustausch zur Sicherstellung eines gesunden Raumklimas. </w:t>
      </w:r>
      <w:r w:rsidR="00E4538E" w:rsidRPr="00642335">
        <w:t xml:space="preserve">Über die Lüftung werden u.a. Temperatur und Luftfeuchtigkeit reguliert, </w:t>
      </w:r>
      <w:r w:rsidR="00BA2FB4" w:rsidRPr="00642335">
        <w:t>zwei</w:t>
      </w:r>
      <w:r w:rsidR="00E4538E" w:rsidRPr="00642335">
        <w:t xml:space="preserve"> Basis-Faktoren für Komfort und Wohngesundheit.</w:t>
      </w:r>
      <w:r w:rsidR="00E4538E">
        <w:t xml:space="preserve"> </w:t>
      </w:r>
    </w:p>
    <w:p w14:paraId="291FE17C" w14:textId="39D897E6" w:rsidR="00DB70C1" w:rsidRPr="003F1FE9" w:rsidRDefault="00DB70C1" w:rsidP="00DB70C1">
      <w:r w:rsidRPr="003F1FE9">
        <w:t xml:space="preserve">Die </w:t>
      </w:r>
      <w:r w:rsidRPr="00921F76">
        <w:rPr>
          <w:b/>
          <w:bCs/>
        </w:rPr>
        <w:t>natürliche Lüftung</w:t>
      </w:r>
      <w:r w:rsidRPr="003F1FE9">
        <w:t xml:space="preserve"> über Fenster, Klappen oder Luken ist dabei die einfachste Form der Frischluftzufuhr. </w:t>
      </w:r>
      <w:r w:rsidR="00FB1BBD">
        <w:t>Smarte</w:t>
      </w:r>
      <w:r w:rsidRPr="003F1FE9">
        <w:t xml:space="preserve"> Gebäudesteuerungen sollten diese Möglichkeit intelligent unterstützen. Die Steuerungssysteme </w:t>
      </w:r>
      <w:r w:rsidRPr="003F1FE9">
        <w:rPr>
          <w:b/>
          <w:bCs/>
        </w:rPr>
        <w:t>WS1</w:t>
      </w:r>
      <w:r w:rsidRPr="003F1FE9">
        <w:t xml:space="preserve"> und </w:t>
      </w:r>
      <w:r w:rsidRPr="003F1FE9">
        <w:rPr>
          <w:b/>
          <w:bCs/>
        </w:rPr>
        <w:t>WS1000</w:t>
      </w:r>
      <w:r w:rsidRPr="003F1FE9">
        <w:t xml:space="preserve"> von </w:t>
      </w:r>
      <w:r w:rsidRPr="003F1FE9">
        <w:rPr>
          <w:b/>
          <w:bCs/>
        </w:rPr>
        <w:t>Elsner Elektronik</w:t>
      </w:r>
      <w:r w:rsidRPr="003F1FE9">
        <w:t xml:space="preserve"> bieten hierfür eine umfassende Automatik: Sie öffnen Fenster bei zu hoher Raumtemperatur oder Luftfeuchtigkeit und berücksichtigen dabei </w:t>
      </w:r>
      <w:r w:rsidR="00FB1BBD">
        <w:t xml:space="preserve">hohe und niedrige </w:t>
      </w:r>
      <w:r w:rsidRPr="003F1FE9">
        <w:t>Außentemperaturen, um Energieverluste zu vermeiden. Sperrfunktionen verhindern das Öffnen bei ungünstigen Wetterbedingungen wie starkem Wind oder Regen – wobei eine Spaltlüftung bei leichtem Niederschlag dennoch möglich ist, abhängig von Fenstertyp und</w:t>
      </w:r>
      <w:r w:rsidR="00FB1BBD">
        <w:t xml:space="preserve"> der </w:t>
      </w:r>
      <w:r w:rsidRPr="003F1FE9">
        <w:t>Einbausituation.</w:t>
      </w:r>
    </w:p>
    <w:p w14:paraId="471A1C9A" w14:textId="606590A5" w:rsidR="00DB70C1" w:rsidRPr="003F1FE9" w:rsidRDefault="00DB70C1" w:rsidP="00DB70C1">
      <w:r w:rsidRPr="003F1FE9">
        <w:t xml:space="preserve">Zusätzlich lassen sich Lüftungszeiten individuell festlegen, etwa zur gezielten Belüftung am Morgen. </w:t>
      </w:r>
      <w:r>
        <w:t xml:space="preserve">Sperrzeiten verhindern, dass die Nachtruhe </w:t>
      </w:r>
      <w:proofErr w:type="gramStart"/>
      <w:r>
        <w:t>durch fahrende</w:t>
      </w:r>
      <w:proofErr w:type="gramEnd"/>
      <w:r>
        <w:t xml:space="preserve"> Fensterantriebe gestört wird. </w:t>
      </w:r>
      <w:r w:rsidRPr="003F1FE9">
        <w:t>Die Steuerung sorgt so für ein bedarfsgerechtes, automatisiertes Lüftungsverhalten – ideal für Wohnräume, Büros</w:t>
      </w:r>
      <w:r w:rsidR="00FB1BBD">
        <w:t xml:space="preserve"> mit Glasfassaden</w:t>
      </w:r>
      <w:r w:rsidRPr="003F1FE9">
        <w:t xml:space="preserve"> oder Wintergärten. </w:t>
      </w:r>
      <w:r w:rsidR="00FB1BBD">
        <w:t>D</w:t>
      </w:r>
      <w:r w:rsidRPr="003F1FE9">
        <w:t xml:space="preserve">ie Luftbewegung </w:t>
      </w:r>
      <w:r w:rsidR="00FB1BBD">
        <w:t xml:space="preserve">wirkt </w:t>
      </w:r>
      <w:r w:rsidRPr="003F1FE9">
        <w:t xml:space="preserve">zudem dem Beschlagen der Scheiben </w:t>
      </w:r>
      <w:r w:rsidR="00FB1BBD">
        <w:t xml:space="preserve">und feuchten Wänden </w:t>
      </w:r>
      <w:r w:rsidRPr="003F1FE9">
        <w:t>entgegen.</w:t>
      </w:r>
    </w:p>
    <w:p w14:paraId="4FC80F85" w14:textId="03D714A2" w:rsidR="00DB70C1" w:rsidRPr="003F1FE9" w:rsidRDefault="00FB1BBD" w:rsidP="00DB70C1">
      <w:r w:rsidRPr="003F1FE9">
        <w:t xml:space="preserve">Für Situationen, in denen das Öffnen von Fenstern nicht möglich oder nicht erwünscht ist – etwa </w:t>
      </w:r>
      <w:r>
        <w:t xml:space="preserve">wegen Einbruchsicherheit oder </w:t>
      </w:r>
      <w:r w:rsidRPr="003F1FE9">
        <w:t xml:space="preserve">bei </w:t>
      </w:r>
      <w:r>
        <w:t>baulichen</w:t>
      </w:r>
      <w:r w:rsidRPr="003F1FE9">
        <w:t xml:space="preserve"> Einschränkungen – bieten </w:t>
      </w:r>
      <w:r w:rsidRPr="00921F76">
        <w:rPr>
          <w:b/>
          <w:bCs/>
        </w:rPr>
        <w:t>motorische Lüftungsgeräte</w:t>
      </w:r>
      <w:r w:rsidRPr="003F1FE9">
        <w:t xml:space="preserve"> eine kontrollierte</w:t>
      </w:r>
      <w:r>
        <w:t xml:space="preserve"> </w:t>
      </w:r>
      <w:r w:rsidRPr="003F1FE9">
        <w:t xml:space="preserve">Alternative. </w:t>
      </w:r>
      <w:r>
        <w:t xml:space="preserve">Der Luftaustausch lässt sich hier berechnen und </w:t>
      </w:r>
      <w:r w:rsidRPr="003F1FE9">
        <w:t xml:space="preserve">über die WS1- und WS1000-Systeme steuern. </w:t>
      </w:r>
      <w:r w:rsidR="00DB70C1" w:rsidRPr="003F1FE9">
        <w:t>Ab- und Umluftgeräte sowie Frischluft-/Heizkombinationen werden in bis zu acht Geschwindigkeitsstufen angesteuert, inklusive der zugehörigen Verschlussklappen.</w:t>
      </w:r>
    </w:p>
    <w:p w14:paraId="49083769" w14:textId="26C037E1" w:rsidR="00DB70C1" w:rsidRPr="003F1FE9" w:rsidRDefault="00DB70C1" w:rsidP="00DB70C1">
      <w:r>
        <w:t xml:space="preserve">Während Fenster-Motoren direkt an den Elsner-Steuerungen angeschlossen werden, erfolgt die Anbindung von Lüftungsgeräten </w:t>
      </w:r>
      <w:r w:rsidRPr="003F1FE9">
        <w:t xml:space="preserve">über das Funkmodul </w:t>
      </w:r>
      <w:r w:rsidRPr="003F1FE9">
        <w:rPr>
          <w:b/>
          <w:bCs/>
        </w:rPr>
        <w:t>RF-VM</w:t>
      </w:r>
      <w:r w:rsidRPr="003F1FE9">
        <w:t>, das eine kabellose Kommunikation mit der Gebäudesteuerung ermöglicht. Dies schafft zusätzliche Flexibilität bei der Installation und Nachrüstung.</w:t>
      </w:r>
      <w:r w:rsidR="008476DA">
        <w:t xml:space="preserve"> </w:t>
      </w:r>
      <w:r w:rsidR="008476DA" w:rsidRPr="00642335">
        <w:t xml:space="preserve">Das RF-VM steht nun </w:t>
      </w:r>
      <w:r w:rsidR="002F23A9" w:rsidRPr="00642335">
        <w:t>als Neuauflage</w:t>
      </w:r>
      <w:r w:rsidR="008476DA" w:rsidRPr="00642335">
        <w:t xml:space="preserve"> wieder regulär zur Verfügung.</w:t>
      </w:r>
    </w:p>
    <w:p w14:paraId="220ED8C0" w14:textId="77777777" w:rsidR="00DB70C1" w:rsidRDefault="00DB70C1" w:rsidP="00DB70C1">
      <w:r>
        <w:t xml:space="preserve">Die Gebäudesteuerungen </w:t>
      </w:r>
      <w:r w:rsidRPr="00DB70C1">
        <w:rPr>
          <w:b/>
          <w:bCs/>
        </w:rPr>
        <w:t>WS1</w:t>
      </w:r>
      <w:r>
        <w:t xml:space="preserve"> und </w:t>
      </w:r>
      <w:r w:rsidRPr="00DB70C1">
        <w:rPr>
          <w:b/>
          <w:bCs/>
        </w:rPr>
        <w:t>WS1000</w:t>
      </w:r>
      <w:r>
        <w:t xml:space="preserve">, die es in den Modellvarianten „Color, Style und Connect“ gibt, können aber noch mehr: Sie sorgen dafür, dass das individuelles Wohlfühlklima mit möglichst wenig Energieeinsatz erreicht wird. Der Sicht- und Sonnenschutz wird dazu mit der Lüftung abgestimmt und bei Bedarf Heizung und Klimaanlage dazugeschaltet. Mit der Beleuchtungssteuerung entsteht </w:t>
      </w:r>
      <w:r w:rsidRPr="003F1FE9">
        <w:t xml:space="preserve">ein smartes Zuhause oder Büroobjekt, das an </w:t>
      </w:r>
      <w:r>
        <w:t>die</w:t>
      </w:r>
      <w:r w:rsidRPr="003F1FE9">
        <w:t xml:space="preserve"> </w:t>
      </w:r>
      <w:r>
        <w:t>Nutzerb</w:t>
      </w:r>
      <w:r w:rsidRPr="003F1FE9">
        <w:t>edürfnisse an</w:t>
      </w:r>
      <w:r>
        <w:t>ge</w:t>
      </w:r>
      <w:r w:rsidRPr="003F1FE9">
        <w:t>passt</w:t>
      </w:r>
      <w:r>
        <w:t xml:space="preserve"> ist</w:t>
      </w:r>
      <w:r w:rsidRPr="003F1FE9">
        <w:t>.</w:t>
      </w:r>
    </w:p>
    <w:p w14:paraId="1B88F8FA" w14:textId="77A73049" w:rsidR="00DE6DAA" w:rsidRPr="003F1FE9" w:rsidRDefault="00DE6DAA" w:rsidP="00DB70C1">
      <w:r>
        <w:t xml:space="preserve">Doch selbst für die rein manuelle Steuerung hat Elsner Elektronik eine Lösung: Mit den verschiedenen Modellen der Fernbedienungen Remo kann der Lüfter am RF-VM bequem von Hand geschaltet werden.  </w:t>
      </w:r>
    </w:p>
    <w:p w14:paraId="2E9DF93F" w14:textId="3B3B2512" w:rsidR="00DB70C1" w:rsidRDefault="00DB70C1" w:rsidP="00DB70C1">
      <w:r w:rsidRPr="003F1FE9">
        <w:t xml:space="preserve">Weitere Informationen unter: </w:t>
      </w:r>
      <w:hyperlink r:id="rId7" w:history="1">
        <w:r w:rsidR="0034095F" w:rsidRPr="00A561C5">
          <w:rPr>
            <w:rStyle w:val="Hyperlink"/>
          </w:rPr>
          <w:t>www.elsner-elektronik.de</w:t>
        </w:r>
      </w:hyperlink>
    </w:p>
    <w:p w14:paraId="5ADDF473" w14:textId="77777777" w:rsidR="00642335" w:rsidRDefault="00642335" w:rsidP="00DB70C1"/>
    <w:p w14:paraId="06F97084" w14:textId="4890EC4E" w:rsidR="0034095F" w:rsidRDefault="0034095F" w:rsidP="0034095F">
      <w:pPr>
        <w:pStyle w:val="berschrift2"/>
      </w:pPr>
      <w:r>
        <w:t>Bilder:</w:t>
      </w:r>
    </w:p>
    <w:p w14:paraId="42E9F467" w14:textId="6E058FD7" w:rsidR="0034095F" w:rsidRDefault="00642335" w:rsidP="00642335">
      <w:pPr>
        <w:jc w:val="left"/>
      </w:pPr>
      <w:r w:rsidRPr="00642335">
        <w:t>Elsner_Lueftermodul_Ambiente.jpg</w:t>
      </w:r>
      <w:r>
        <w:t xml:space="preserve">: </w:t>
      </w:r>
      <w:r w:rsidR="00283BF1">
        <w:t>Die Lüft</w:t>
      </w:r>
      <w:r w:rsidR="007D6B22">
        <w:t>ungsa</w:t>
      </w:r>
      <w:r w:rsidR="00283BF1">
        <w:t xml:space="preserve">utomatik </w:t>
      </w:r>
      <w:r w:rsidR="007D6B22">
        <w:t>reguliert das Wohnklima über Lüfter oder Fenster</w:t>
      </w:r>
    </w:p>
    <w:p w14:paraId="2D37E0C1" w14:textId="77777777" w:rsidR="00642335" w:rsidRDefault="00642335" w:rsidP="00642335">
      <w:pPr>
        <w:jc w:val="left"/>
      </w:pPr>
    </w:p>
    <w:p w14:paraId="6E0CDAA4" w14:textId="47269EBC" w:rsidR="0034095F" w:rsidRDefault="00642335" w:rsidP="00FC68BD">
      <w:pPr>
        <w:jc w:val="left"/>
      </w:pPr>
      <w:proofErr w:type="spellStart"/>
      <w:r w:rsidRPr="00642335">
        <w:t>Elsner_Lueftermodul_RF-VM.tif</w:t>
      </w:r>
      <w:proofErr w:type="spellEnd"/>
      <w:r>
        <w:t xml:space="preserve">: </w:t>
      </w:r>
      <w:r w:rsidR="0034095F">
        <w:t>Das Funk-Lüftungsmodul RF-VM bindet Lüftungsgeräte in die Automation ein</w:t>
      </w:r>
    </w:p>
    <w:p w14:paraId="09460815" w14:textId="77777777" w:rsidR="00642335" w:rsidRDefault="00642335" w:rsidP="00FC68BD">
      <w:pPr>
        <w:jc w:val="left"/>
      </w:pPr>
    </w:p>
    <w:p w14:paraId="04EAC42B" w14:textId="2FA46026" w:rsidR="00FC68BD" w:rsidRPr="0034095F" w:rsidRDefault="00642335" w:rsidP="0070420B">
      <w:pPr>
        <w:jc w:val="left"/>
      </w:pPr>
      <w:r w:rsidRPr="00642335">
        <w:t>Elsner_SteuerungWS1000Style.tif</w:t>
      </w:r>
      <w:r>
        <w:t xml:space="preserve">: </w:t>
      </w:r>
      <w:r w:rsidR="0034095F">
        <w:t>Die Steuerung WS1000 Style automatisiert Lüftung, Beschattung und Heizung komfortabel und energieeffizient</w:t>
      </w:r>
    </w:p>
    <w:p w14:paraId="2CE1AEF1" w14:textId="77777777" w:rsidR="00DB70C1" w:rsidRPr="003F1FE9" w:rsidRDefault="00DB70C1" w:rsidP="003F1FE9"/>
    <w:p w14:paraId="53D3B899" w14:textId="77777777" w:rsidR="003F1FE9" w:rsidRDefault="003F1FE9" w:rsidP="003059BF"/>
    <w:p w14:paraId="2F5E94AF" w14:textId="77777777" w:rsidR="008403E4" w:rsidRPr="003059BF" w:rsidRDefault="008403E4" w:rsidP="003059BF"/>
    <w:sectPr w:rsidR="008403E4" w:rsidRPr="003059BF" w:rsidSect="00D8135B">
      <w:headerReference w:type="default" r:id="rId8"/>
      <w:footerReference w:type="default" r:id="rId9"/>
      <w:pgSz w:w="11906" w:h="16838" w:code="9"/>
      <w:pgMar w:top="1814" w:right="1588" w:bottom="1134" w:left="1418" w:header="73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2DF1C" w14:textId="77777777" w:rsidR="003059BF" w:rsidRDefault="003059BF" w:rsidP="00A4011B">
      <w:pPr>
        <w:spacing w:after="0" w:line="240" w:lineRule="auto"/>
      </w:pPr>
      <w:r>
        <w:separator/>
      </w:r>
    </w:p>
  </w:endnote>
  <w:endnote w:type="continuationSeparator" w:id="0">
    <w:p w14:paraId="493C13D7" w14:textId="77777777" w:rsidR="003059BF" w:rsidRDefault="003059BF" w:rsidP="00A4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Com 57 Condensed">
    <w:panose1 w:val="020B0506020202050204"/>
    <w:charset w:val="00"/>
    <w:family w:val="swiss"/>
    <w:pitch w:val="variable"/>
    <w:sig w:usb0="A00000AF" w:usb1="5000205A" w:usb2="00000000" w:usb3="00000000" w:csb0="0000009B" w:csb1="00000000"/>
  </w:font>
  <w:font w:name="Univers Com 55"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DF966" w14:textId="77777777" w:rsidR="008C3E67" w:rsidRDefault="008C3E67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  <w:rPr>
        <w:b/>
      </w:rPr>
    </w:pPr>
  </w:p>
  <w:p w14:paraId="72358190" w14:textId="77777777" w:rsidR="00A4011B" w:rsidRPr="007E5338" w:rsidRDefault="00A4011B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</w:pPr>
    <w:r w:rsidRPr="009B78F9">
      <w:rPr>
        <w:b/>
      </w:rPr>
      <w:t>Elsner Elektronik GmbH</w:t>
    </w:r>
    <w:r w:rsidR="00D5237F" w:rsidRPr="009B78F9">
      <w:t xml:space="preserve"> </w:t>
    </w:r>
    <w:r w:rsidR="00D5237F" w:rsidRPr="009B78F9">
      <w:tab/>
    </w:r>
    <w:r w:rsidRPr="009B78F9">
      <w:tab/>
    </w:r>
    <w:r w:rsidR="003807FC">
      <w:t xml:space="preserve">                 </w:t>
    </w:r>
    <w:r w:rsidR="00CF077A" w:rsidRPr="007E5338">
      <w:t>www.elsner-elektronik.de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AF308" w14:textId="77777777" w:rsidR="003059BF" w:rsidRDefault="003059BF" w:rsidP="00A4011B">
      <w:pPr>
        <w:spacing w:after="0" w:line="240" w:lineRule="auto"/>
      </w:pPr>
      <w:r>
        <w:separator/>
      </w:r>
    </w:p>
  </w:footnote>
  <w:footnote w:type="continuationSeparator" w:id="0">
    <w:p w14:paraId="1781641B" w14:textId="77777777" w:rsidR="003059BF" w:rsidRDefault="003059BF" w:rsidP="00A40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FCE4A" w14:textId="33FF77A3" w:rsidR="00A4011B" w:rsidRPr="009F0353" w:rsidRDefault="00B45356" w:rsidP="00A4011B">
    <w:pPr>
      <w:pStyle w:val="Kopfzeile"/>
      <w:rPr>
        <w:color w:val="808080" w:themeColor="background1" w:themeShade="80"/>
      </w:rPr>
    </w:pPr>
    <w:r>
      <w:rPr>
        <w:noProof/>
      </w:rPr>
      <w:drawing>
        <wp:inline distT="0" distB="0" distL="0" distR="0" wp14:anchorId="06CDBEA7" wp14:editId="1E17BFB3">
          <wp:extent cx="1331595" cy="360000"/>
          <wp:effectExtent l="0" t="0" r="1905" b="2540"/>
          <wp:docPr id="489921563" name="Grafik 2" descr="Ein Bild, das Schrift, Grafiken, Logo, Typografi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921563" name="Grafik 2" descr="Ein Bild, das Schrift, Grafiken, Logo, Typografie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21" t="7881" r="2021" b="7881"/>
                  <a:stretch/>
                </pic:blipFill>
                <pic:spPr bwMode="auto">
                  <a:xfrm>
                    <a:off x="0" y="0"/>
                    <a:ext cx="1376054" cy="37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9F0353">
      <w:tab/>
    </w:r>
    <w:r w:rsidR="009F0353">
      <w:tab/>
    </w:r>
    <w:r w:rsidR="007221B3">
      <w:rPr>
        <w:color w:val="808080" w:themeColor="background1" w:themeShade="80"/>
        <w:sz w:val="14"/>
        <w:szCs w:val="14"/>
      </w:rPr>
      <w:t xml:space="preserve">Stand </w:t>
    </w:r>
    <w:r w:rsidR="0060272C">
      <w:rPr>
        <w:color w:val="808080" w:themeColor="background1" w:themeShade="80"/>
        <w:sz w:val="14"/>
        <w:szCs w:val="14"/>
      </w:rPr>
      <w:t>20</w:t>
    </w:r>
    <w:r w:rsidR="00560FC1">
      <w:rPr>
        <w:color w:val="808080" w:themeColor="background1" w:themeShade="80"/>
        <w:sz w:val="14"/>
        <w:szCs w:val="14"/>
      </w:rPr>
      <w:t>.</w:t>
    </w:r>
    <w:r w:rsidR="00222187">
      <w:rPr>
        <w:color w:val="808080" w:themeColor="background1" w:themeShade="80"/>
        <w:sz w:val="14"/>
        <w:szCs w:val="14"/>
      </w:rPr>
      <w:t>0</w:t>
    </w:r>
    <w:r w:rsidR="00DA32E0">
      <w:rPr>
        <w:color w:val="808080" w:themeColor="background1" w:themeShade="80"/>
        <w:sz w:val="14"/>
        <w:szCs w:val="14"/>
      </w:rPr>
      <w:t>9</w:t>
    </w:r>
    <w:r w:rsidR="001F70C9">
      <w:rPr>
        <w:color w:val="808080" w:themeColor="background1" w:themeShade="80"/>
        <w:sz w:val="14"/>
        <w:szCs w:val="14"/>
      </w:rPr>
      <w:t>.20</w:t>
    </w:r>
    <w:r w:rsidR="00297C39">
      <w:rPr>
        <w:color w:val="808080" w:themeColor="background1" w:themeShade="80"/>
        <w:sz w:val="14"/>
        <w:szCs w:val="14"/>
      </w:rPr>
      <w:t>2</w:t>
    </w:r>
    <w:r w:rsidR="00FB1BBD">
      <w:rPr>
        <w:color w:val="808080" w:themeColor="background1" w:themeShade="80"/>
        <w:sz w:val="14"/>
        <w:szCs w:val="1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D1A1E"/>
    <w:multiLevelType w:val="hybridMultilevel"/>
    <w:tmpl w:val="B7E6A49E"/>
    <w:lvl w:ilvl="0" w:tplc="723E19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F48BE"/>
    <w:multiLevelType w:val="hybridMultilevel"/>
    <w:tmpl w:val="CF1296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F64526"/>
    <w:multiLevelType w:val="hybridMultilevel"/>
    <w:tmpl w:val="95A2E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86E84"/>
    <w:multiLevelType w:val="hybridMultilevel"/>
    <w:tmpl w:val="1194A7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6604936">
    <w:abstractNumId w:val="1"/>
  </w:num>
  <w:num w:numId="2" w16cid:durableId="567108645">
    <w:abstractNumId w:val="2"/>
  </w:num>
  <w:num w:numId="3" w16cid:durableId="1822234385">
    <w:abstractNumId w:val="3"/>
  </w:num>
  <w:num w:numId="4" w16cid:durableId="197409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9BF"/>
    <w:rsid w:val="00011285"/>
    <w:rsid w:val="00022671"/>
    <w:rsid w:val="000228DD"/>
    <w:rsid w:val="00027FBE"/>
    <w:rsid w:val="00031B62"/>
    <w:rsid w:val="000446CB"/>
    <w:rsid w:val="000473D3"/>
    <w:rsid w:val="00051F2B"/>
    <w:rsid w:val="00052862"/>
    <w:rsid w:val="00055B4B"/>
    <w:rsid w:val="000660BF"/>
    <w:rsid w:val="000678D7"/>
    <w:rsid w:val="00067B2F"/>
    <w:rsid w:val="00074693"/>
    <w:rsid w:val="000771DE"/>
    <w:rsid w:val="000779CD"/>
    <w:rsid w:val="00080AFA"/>
    <w:rsid w:val="00081F68"/>
    <w:rsid w:val="00085D74"/>
    <w:rsid w:val="00096CC7"/>
    <w:rsid w:val="000A22EA"/>
    <w:rsid w:val="000A5AD9"/>
    <w:rsid w:val="000B5AC7"/>
    <w:rsid w:val="000B6CD0"/>
    <w:rsid w:val="000C36AD"/>
    <w:rsid w:val="000D3E67"/>
    <w:rsid w:val="000E7615"/>
    <w:rsid w:val="000F70E3"/>
    <w:rsid w:val="000F77A7"/>
    <w:rsid w:val="001017EE"/>
    <w:rsid w:val="00105944"/>
    <w:rsid w:val="00113660"/>
    <w:rsid w:val="00124F1B"/>
    <w:rsid w:val="00127E61"/>
    <w:rsid w:val="001361BF"/>
    <w:rsid w:val="00136447"/>
    <w:rsid w:val="00146934"/>
    <w:rsid w:val="00147679"/>
    <w:rsid w:val="00166CAC"/>
    <w:rsid w:val="00173889"/>
    <w:rsid w:val="00177F85"/>
    <w:rsid w:val="00185228"/>
    <w:rsid w:val="00193DE7"/>
    <w:rsid w:val="00193E2D"/>
    <w:rsid w:val="001A2F88"/>
    <w:rsid w:val="001B2C57"/>
    <w:rsid w:val="001C77DD"/>
    <w:rsid w:val="001D1076"/>
    <w:rsid w:val="001D11BA"/>
    <w:rsid w:val="001D246D"/>
    <w:rsid w:val="001D2739"/>
    <w:rsid w:val="001D4567"/>
    <w:rsid w:val="001D4881"/>
    <w:rsid w:val="001D5A3C"/>
    <w:rsid w:val="001E5CE8"/>
    <w:rsid w:val="001F438C"/>
    <w:rsid w:val="001F4A26"/>
    <w:rsid w:val="001F70C9"/>
    <w:rsid w:val="00206C33"/>
    <w:rsid w:val="00207404"/>
    <w:rsid w:val="00207F24"/>
    <w:rsid w:val="00211E47"/>
    <w:rsid w:val="00216579"/>
    <w:rsid w:val="00222187"/>
    <w:rsid w:val="00223483"/>
    <w:rsid w:val="002249E6"/>
    <w:rsid w:val="00225561"/>
    <w:rsid w:val="00225CE2"/>
    <w:rsid w:val="00231409"/>
    <w:rsid w:val="00234DEF"/>
    <w:rsid w:val="002359CC"/>
    <w:rsid w:val="00245349"/>
    <w:rsid w:val="00253592"/>
    <w:rsid w:val="00255B39"/>
    <w:rsid w:val="00265CEA"/>
    <w:rsid w:val="002725E8"/>
    <w:rsid w:val="002737D7"/>
    <w:rsid w:val="00276F31"/>
    <w:rsid w:val="00281DCC"/>
    <w:rsid w:val="00283BF1"/>
    <w:rsid w:val="00291297"/>
    <w:rsid w:val="00291D79"/>
    <w:rsid w:val="002953C0"/>
    <w:rsid w:val="00297C39"/>
    <w:rsid w:val="002A1DF1"/>
    <w:rsid w:val="002A35C9"/>
    <w:rsid w:val="002A4DF8"/>
    <w:rsid w:val="002B29AF"/>
    <w:rsid w:val="002D6352"/>
    <w:rsid w:val="002E62CC"/>
    <w:rsid w:val="002E666A"/>
    <w:rsid w:val="002E781A"/>
    <w:rsid w:val="002F23A9"/>
    <w:rsid w:val="00304203"/>
    <w:rsid w:val="003059BF"/>
    <w:rsid w:val="003079B4"/>
    <w:rsid w:val="00310257"/>
    <w:rsid w:val="00310E7C"/>
    <w:rsid w:val="003209CF"/>
    <w:rsid w:val="003225AB"/>
    <w:rsid w:val="00322BF5"/>
    <w:rsid w:val="0033195A"/>
    <w:rsid w:val="00331B72"/>
    <w:rsid w:val="00333958"/>
    <w:rsid w:val="00336F13"/>
    <w:rsid w:val="0034095F"/>
    <w:rsid w:val="00346B9E"/>
    <w:rsid w:val="00347108"/>
    <w:rsid w:val="00351E85"/>
    <w:rsid w:val="00364077"/>
    <w:rsid w:val="003807FC"/>
    <w:rsid w:val="00384775"/>
    <w:rsid w:val="00387D43"/>
    <w:rsid w:val="00393B55"/>
    <w:rsid w:val="003A412D"/>
    <w:rsid w:val="003A51BE"/>
    <w:rsid w:val="003A5D02"/>
    <w:rsid w:val="003B5C34"/>
    <w:rsid w:val="003C1B99"/>
    <w:rsid w:val="003C76D0"/>
    <w:rsid w:val="003D37A7"/>
    <w:rsid w:val="003F1FE9"/>
    <w:rsid w:val="0040034E"/>
    <w:rsid w:val="00401836"/>
    <w:rsid w:val="00405F40"/>
    <w:rsid w:val="004121F1"/>
    <w:rsid w:val="00414608"/>
    <w:rsid w:val="00416F9A"/>
    <w:rsid w:val="00420BBF"/>
    <w:rsid w:val="00424247"/>
    <w:rsid w:val="00440D73"/>
    <w:rsid w:val="0044248C"/>
    <w:rsid w:val="00443028"/>
    <w:rsid w:val="0045234D"/>
    <w:rsid w:val="00454A96"/>
    <w:rsid w:val="00481EC6"/>
    <w:rsid w:val="00482F13"/>
    <w:rsid w:val="0048395B"/>
    <w:rsid w:val="0049656E"/>
    <w:rsid w:val="00496D23"/>
    <w:rsid w:val="004C0CFE"/>
    <w:rsid w:val="004C24E6"/>
    <w:rsid w:val="004C615E"/>
    <w:rsid w:val="004C6A2D"/>
    <w:rsid w:val="004C6E27"/>
    <w:rsid w:val="004D3111"/>
    <w:rsid w:val="004D5022"/>
    <w:rsid w:val="004E405C"/>
    <w:rsid w:val="004F41A9"/>
    <w:rsid w:val="004F5F0A"/>
    <w:rsid w:val="0050289E"/>
    <w:rsid w:val="00506D1D"/>
    <w:rsid w:val="00516AED"/>
    <w:rsid w:val="00520708"/>
    <w:rsid w:val="005256FC"/>
    <w:rsid w:val="00530074"/>
    <w:rsid w:val="00531914"/>
    <w:rsid w:val="005344E4"/>
    <w:rsid w:val="00536C71"/>
    <w:rsid w:val="0055029E"/>
    <w:rsid w:val="00552436"/>
    <w:rsid w:val="00560FC1"/>
    <w:rsid w:val="00591789"/>
    <w:rsid w:val="005921B1"/>
    <w:rsid w:val="00594D3A"/>
    <w:rsid w:val="0059527B"/>
    <w:rsid w:val="00595995"/>
    <w:rsid w:val="005A048D"/>
    <w:rsid w:val="005A3300"/>
    <w:rsid w:val="005A4762"/>
    <w:rsid w:val="005B2CCB"/>
    <w:rsid w:val="005B4143"/>
    <w:rsid w:val="005C7B68"/>
    <w:rsid w:val="005D7DD5"/>
    <w:rsid w:val="005D7EDC"/>
    <w:rsid w:val="005E01CF"/>
    <w:rsid w:val="005E0B7F"/>
    <w:rsid w:val="005E45D6"/>
    <w:rsid w:val="005F37DA"/>
    <w:rsid w:val="005F399A"/>
    <w:rsid w:val="00600F58"/>
    <w:rsid w:val="0060272C"/>
    <w:rsid w:val="00602E20"/>
    <w:rsid w:val="006044C2"/>
    <w:rsid w:val="00604687"/>
    <w:rsid w:val="00605447"/>
    <w:rsid w:val="0061025A"/>
    <w:rsid w:val="00611BA3"/>
    <w:rsid w:val="00624DAB"/>
    <w:rsid w:val="006335E8"/>
    <w:rsid w:val="00636A6E"/>
    <w:rsid w:val="00642335"/>
    <w:rsid w:val="006547A1"/>
    <w:rsid w:val="0065644C"/>
    <w:rsid w:val="006613E5"/>
    <w:rsid w:val="006735D6"/>
    <w:rsid w:val="00682C3F"/>
    <w:rsid w:val="00690ECA"/>
    <w:rsid w:val="006B0F63"/>
    <w:rsid w:val="006B294E"/>
    <w:rsid w:val="006B32EE"/>
    <w:rsid w:val="006B5141"/>
    <w:rsid w:val="006B6CF0"/>
    <w:rsid w:val="006C5502"/>
    <w:rsid w:val="006D7C34"/>
    <w:rsid w:val="006E1B8E"/>
    <w:rsid w:val="006F5EBE"/>
    <w:rsid w:val="0070222F"/>
    <w:rsid w:val="00702968"/>
    <w:rsid w:val="007037A9"/>
    <w:rsid w:val="0070420B"/>
    <w:rsid w:val="00707F2D"/>
    <w:rsid w:val="0071075E"/>
    <w:rsid w:val="00710A8A"/>
    <w:rsid w:val="007112C7"/>
    <w:rsid w:val="00720BCA"/>
    <w:rsid w:val="007221B3"/>
    <w:rsid w:val="00722E25"/>
    <w:rsid w:val="007259CC"/>
    <w:rsid w:val="00736946"/>
    <w:rsid w:val="007549AC"/>
    <w:rsid w:val="007552AF"/>
    <w:rsid w:val="00765155"/>
    <w:rsid w:val="0076561E"/>
    <w:rsid w:val="007677E4"/>
    <w:rsid w:val="00773CF0"/>
    <w:rsid w:val="00776287"/>
    <w:rsid w:val="007824F9"/>
    <w:rsid w:val="00786821"/>
    <w:rsid w:val="0078744E"/>
    <w:rsid w:val="00795EE6"/>
    <w:rsid w:val="00797E81"/>
    <w:rsid w:val="007A56F4"/>
    <w:rsid w:val="007A708B"/>
    <w:rsid w:val="007A7205"/>
    <w:rsid w:val="007B621C"/>
    <w:rsid w:val="007D1242"/>
    <w:rsid w:val="007D6B22"/>
    <w:rsid w:val="007E5338"/>
    <w:rsid w:val="008023F4"/>
    <w:rsid w:val="008102C7"/>
    <w:rsid w:val="00811723"/>
    <w:rsid w:val="008157A5"/>
    <w:rsid w:val="0081767C"/>
    <w:rsid w:val="0082230A"/>
    <w:rsid w:val="00826AAB"/>
    <w:rsid w:val="00831BA7"/>
    <w:rsid w:val="00836AC3"/>
    <w:rsid w:val="008403E4"/>
    <w:rsid w:val="00845171"/>
    <w:rsid w:val="008476DA"/>
    <w:rsid w:val="00847B92"/>
    <w:rsid w:val="0085262F"/>
    <w:rsid w:val="00862B54"/>
    <w:rsid w:val="00866052"/>
    <w:rsid w:val="00870AF0"/>
    <w:rsid w:val="00875B20"/>
    <w:rsid w:val="00880648"/>
    <w:rsid w:val="00881DB5"/>
    <w:rsid w:val="008868BE"/>
    <w:rsid w:val="00890DC8"/>
    <w:rsid w:val="0089409A"/>
    <w:rsid w:val="00896354"/>
    <w:rsid w:val="008B3FE4"/>
    <w:rsid w:val="008B55A9"/>
    <w:rsid w:val="008B6AD6"/>
    <w:rsid w:val="008C3E67"/>
    <w:rsid w:val="008D69D2"/>
    <w:rsid w:val="008F796E"/>
    <w:rsid w:val="0090020F"/>
    <w:rsid w:val="0090075D"/>
    <w:rsid w:val="00907098"/>
    <w:rsid w:val="00907E21"/>
    <w:rsid w:val="00915731"/>
    <w:rsid w:val="00915BD7"/>
    <w:rsid w:val="0091782F"/>
    <w:rsid w:val="00920F40"/>
    <w:rsid w:val="00921F76"/>
    <w:rsid w:val="00922733"/>
    <w:rsid w:val="0093022E"/>
    <w:rsid w:val="00940C7C"/>
    <w:rsid w:val="00942CCE"/>
    <w:rsid w:val="00954D26"/>
    <w:rsid w:val="009551A8"/>
    <w:rsid w:val="0096480E"/>
    <w:rsid w:val="009665F9"/>
    <w:rsid w:val="00967D37"/>
    <w:rsid w:val="00971752"/>
    <w:rsid w:val="009746FA"/>
    <w:rsid w:val="0098223A"/>
    <w:rsid w:val="00983897"/>
    <w:rsid w:val="009839AA"/>
    <w:rsid w:val="009907EB"/>
    <w:rsid w:val="00990F04"/>
    <w:rsid w:val="00992C51"/>
    <w:rsid w:val="0099680B"/>
    <w:rsid w:val="009B6CE1"/>
    <w:rsid w:val="009B78F9"/>
    <w:rsid w:val="009C1FAB"/>
    <w:rsid w:val="009C4B59"/>
    <w:rsid w:val="009D52D8"/>
    <w:rsid w:val="009E12DB"/>
    <w:rsid w:val="009E6E3E"/>
    <w:rsid w:val="009F0353"/>
    <w:rsid w:val="00A16739"/>
    <w:rsid w:val="00A2163E"/>
    <w:rsid w:val="00A25AE2"/>
    <w:rsid w:val="00A2746F"/>
    <w:rsid w:val="00A3225B"/>
    <w:rsid w:val="00A34C57"/>
    <w:rsid w:val="00A4011B"/>
    <w:rsid w:val="00A53723"/>
    <w:rsid w:val="00A545A1"/>
    <w:rsid w:val="00A6312A"/>
    <w:rsid w:val="00A64752"/>
    <w:rsid w:val="00A67CD6"/>
    <w:rsid w:val="00A7643B"/>
    <w:rsid w:val="00A7691C"/>
    <w:rsid w:val="00A76B1E"/>
    <w:rsid w:val="00A87732"/>
    <w:rsid w:val="00A975CC"/>
    <w:rsid w:val="00AC5564"/>
    <w:rsid w:val="00AC6A24"/>
    <w:rsid w:val="00AD5CFF"/>
    <w:rsid w:val="00AE1F9C"/>
    <w:rsid w:val="00AE25BB"/>
    <w:rsid w:val="00AE3C7C"/>
    <w:rsid w:val="00AE7EC1"/>
    <w:rsid w:val="00AF462F"/>
    <w:rsid w:val="00AF775D"/>
    <w:rsid w:val="00B032E8"/>
    <w:rsid w:val="00B03C98"/>
    <w:rsid w:val="00B11ADD"/>
    <w:rsid w:val="00B15443"/>
    <w:rsid w:val="00B24E58"/>
    <w:rsid w:val="00B30B6C"/>
    <w:rsid w:val="00B33342"/>
    <w:rsid w:val="00B42864"/>
    <w:rsid w:val="00B42FF8"/>
    <w:rsid w:val="00B43AE4"/>
    <w:rsid w:val="00B45356"/>
    <w:rsid w:val="00B467C5"/>
    <w:rsid w:val="00B55774"/>
    <w:rsid w:val="00B55A53"/>
    <w:rsid w:val="00B71C41"/>
    <w:rsid w:val="00B74CCE"/>
    <w:rsid w:val="00B7627A"/>
    <w:rsid w:val="00B819DE"/>
    <w:rsid w:val="00B82020"/>
    <w:rsid w:val="00B834FC"/>
    <w:rsid w:val="00B90411"/>
    <w:rsid w:val="00B92C3A"/>
    <w:rsid w:val="00BA2FB4"/>
    <w:rsid w:val="00BA6E93"/>
    <w:rsid w:val="00BB66CE"/>
    <w:rsid w:val="00BB75E1"/>
    <w:rsid w:val="00BC0707"/>
    <w:rsid w:val="00BC3B69"/>
    <w:rsid w:val="00BC4532"/>
    <w:rsid w:val="00BC6E8D"/>
    <w:rsid w:val="00BD20FD"/>
    <w:rsid w:val="00BD77F7"/>
    <w:rsid w:val="00BF045D"/>
    <w:rsid w:val="00BF0C66"/>
    <w:rsid w:val="00BF6F5B"/>
    <w:rsid w:val="00C00E56"/>
    <w:rsid w:val="00C01F54"/>
    <w:rsid w:val="00C24C66"/>
    <w:rsid w:val="00C4188C"/>
    <w:rsid w:val="00C434B8"/>
    <w:rsid w:val="00C44508"/>
    <w:rsid w:val="00C44A49"/>
    <w:rsid w:val="00C52936"/>
    <w:rsid w:val="00C52C66"/>
    <w:rsid w:val="00C63339"/>
    <w:rsid w:val="00C731AB"/>
    <w:rsid w:val="00C76F1A"/>
    <w:rsid w:val="00C81CDF"/>
    <w:rsid w:val="00C82929"/>
    <w:rsid w:val="00C86CAD"/>
    <w:rsid w:val="00C90A02"/>
    <w:rsid w:val="00C91DB6"/>
    <w:rsid w:val="00CA663E"/>
    <w:rsid w:val="00CC4935"/>
    <w:rsid w:val="00CF077A"/>
    <w:rsid w:val="00D050E7"/>
    <w:rsid w:val="00D069CF"/>
    <w:rsid w:val="00D11F91"/>
    <w:rsid w:val="00D15586"/>
    <w:rsid w:val="00D201CF"/>
    <w:rsid w:val="00D27010"/>
    <w:rsid w:val="00D323C5"/>
    <w:rsid w:val="00D356E2"/>
    <w:rsid w:val="00D47616"/>
    <w:rsid w:val="00D5237F"/>
    <w:rsid w:val="00D5665B"/>
    <w:rsid w:val="00D57422"/>
    <w:rsid w:val="00D6531C"/>
    <w:rsid w:val="00D656A9"/>
    <w:rsid w:val="00D70E94"/>
    <w:rsid w:val="00D7304B"/>
    <w:rsid w:val="00D80F29"/>
    <w:rsid w:val="00D8135B"/>
    <w:rsid w:val="00D81D8D"/>
    <w:rsid w:val="00D83340"/>
    <w:rsid w:val="00D84D31"/>
    <w:rsid w:val="00D858C2"/>
    <w:rsid w:val="00D87B8D"/>
    <w:rsid w:val="00DA32E0"/>
    <w:rsid w:val="00DB22F7"/>
    <w:rsid w:val="00DB398E"/>
    <w:rsid w:val="00DB488A"/>
    <w:rsid w:val="00DB70C1"/>
    <w:rsid w:val="00DE3AE4"/>
    <w:rsid w:val="00DE4FD7"/>
    <w:rsid w:val="00DE6DAA"/>
    <w:rsid w:val="00E10FB2"/>
    <w:rsid w:val="00E12A2F"/>
    <w:rsid w:val="00E13C95"/>
    <w:rsid w:val="00E1701E"/>
    <w:rsid w:val="00E41950"/>
    <w:rsid w:val="00E41CFD"/>
    <w:rsid w:val="00E4538E"/>
    <w:rsid w:val="00E5350A"/>
    <w:rsid w:val="00E543A6"/>
    <w:rsid w:val="00E66073"/>
    <w:rsid w:val="00E66853"/>
    <w:rsid w:val="00E67583"/>
    <w:rsid w:val="00E7635C"/>
    <w:rsid w:val="00EA15D5"/>
    <w:rsid w:val="00EA7DF1"/>
    <w:rsid w:val="00EB2945"/>
    <w:rsid w:val="00EB62A9"/>
    <w:rsid w:val="00EC0177"/>
    <w:rsid w:val="00ED6C69"/>
    <w:rsid w:val="00EE4D5D"/>
    <w:rsid w:val="00EE5165"/>
    <w:rsid w:val="00EF0FA9"/>
    <w:rsid w:val="00EF57B4"/>
    <w:rsid w:val="00F13372"/>
    <w:rsid w:val="00F13BC6"/>
    <w:rsid w:val="00F13E13"/>
    <w:rsid w:val="00F171B8"/>
    <w:rsid w:val="00F31981"/>
    <w:rsid w:val="00F415D3"/>
    <w:rsid w:val="00F44547"/>
    <w:rsid w:val="00F56238"/>
    <w:rsid w:val="00F57236"/>
    <w:rsid w:val="00F629E4"/>
    <w:rsid w:val="00F63C62"/>
    <w:rsid w:val="00F748FA"/>
    <w:rsid w:val="00F914A1"/>
    <w:rsid w:val="00F93556"/>
    <w:rsid w:val="00F96518"/>
    <w:rsid w:val="00FA49A2"/>
    <w:rsid w:val="00FB1BBD"/>
    <w:rsid w:val="00FB28C9"/>
    <w:rsid w:val="00FB2EA3"/>
    <w:rsid w:val="00FB3046"/>
    <w:rsid w:val="00FC5A3E"/>
    <w:rsid w:val="00FC68BD"/>
    <w:rsid w:val="00FD2090"/>
    <w:rsid w:val="00FD5F75"/>
    <w:rsid w:val="00FD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C5BE8"/>
  <w15:chartTrackingRefBased/>
  <w15:docId w15:val="{252EE6BB-5478-4756-80BD-066AE149C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0BBF"/>
    <w:pPr>
      <w:spacing w:after="120" w:line="300" w:lineRule="auto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20BBF"/>
    <w:pPr>
      <w:keepNext/>
      <w:keepLines/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12A2F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D3E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2230A"/>
    <w:pPr>
      <w:spacing w:before="200" w:after="24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230A"/>
    <w:rPr>
      <w:rFonts w:ascii="Univers Com 57 Condensed" w:eastAsiaTheme="majorEastAsia" w:hAnsi="Univers Com 57 Condensed" w:cstheme="majorBidi"/>
      <w:b/>
      <w:spacing w:val="-10"/>
      <w:kern w:val="28"/>
      <w:sz w:val="28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A4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4011B"/>
    <w:rPr>
      <w:rFonts w:ascii="Univers Com 55" w:hAnsi="Univers Com 55"/>
    </w:rPr>
  </w:style>
  <w:style w:type="paragraph" w:styleId="Fuzeile">
    <w:name w:val="footer"/>
    <w:basedOn w:val="Standard"/>
    <w:link w:val="FuzeileZchn"/>
    <w:uiPriority w:val="99"/>
    <w:unhideWhenUsed/>
    <w:rsid w:val="00A4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011B"/>
    <w:rPr>
      <w:rFonts w:ascii="Univers Com 55" w:hAnsi="Univers Com 5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2A2F"/>
    <w:rPr>
      <w:rFonts w:ascii="Arial" w:eastAsiaTheme="majorEastAsia" w:hAnsi="Arial" w:cstheme="majorBidi"/>
      <w:b/>
      <w:sz w:val="20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45D"/>
    <w:pPr>
      <w:numPr>
        <w:ilvl w:val="1"/>
      </w:numPr>
    </w:pPr>
    <w:rPr>
      <w:rFonts w:eastAsiaTheme="minorEastAsia"/>
      <w:sz w:val="1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45D"/>
    <w:rPr>
      <w:rFonts w:ascii="Univers Com 57 Condensed" w:eastAsiaTheme="minorEastAsia" w:hAnsi="Univers Com 57 Condensed"/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2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2671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A5D02"/>
    <w:pPr>
      <w:spacing w:after="0" w:line="240" w:lineRule="auto"/>
      <w:jc w:val="both"/>
    </w:pPr>
    <w:rPr>
      <w:rFonts w:ascii="Univers Com 57 Condensed" w:hAnsi="Univers Com 57 Condensed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20BBF"/>
    <w:rPr>
      <w:rFonts w:ascii="Arial" w:eastAsiaTheme="majorEastAsia" w:hAnsi="Arial" w:cstheme="majorBidi"/>
      <w:b/>
      <w:sz w:val="24"/>
      <w:szCs w:val="32"/>
    </w:rPr>
  </w:style>
  <w:style w:type="paragraph" w:customStyle="1" w:styleId="Text">
    <w:name w:val="Text"/>
    <w:basedOn w:val="Standard"/>
    <w:uiPriority w:val="99"/>
    <w:rsid w:val="00F93556"/>
    <w:pPr>
      <w:tabs>
        <w:tab w:val="left" w:pos="170"/>
      </w:tabs>
      <w:autoSpaceDE w:val="0"/>
      <w:autoSpaceDN w:val="0"/>
      <w:adjustRightInd w:val="0"/>
      <w:spacing w:after="0" w:line="240" w:lineRule="atLeast"/>
      <w:textAlignment w:val="center"/>
    </w:pPr>
    <w:rPr>
      <w:rFonts w:ascii="Univers Com 55" w:hAnsi="Univers Com 55" w:cs="Univers Com 55"/>
      <w:color w:val="000000"/>
      <w:sz w:val="17"/>
      <w:szCs w:val="17"/>
    </w:rPr>
  </w:style>
  <w:style w:type="paragraph" w:styleId="Listenabsatz">
    <w:name w:val="List Paragraph"/>
    <w:basedOn w:val="Standard"/>
    <w:uiPriority w:val="34"/>
    <w:qFormat/>
    <w:rsid w:val="00177F8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D3E67"/>
    <w:rPr>
      <w:color w:val="0000FF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D3E6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25AE2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2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lsner-elektronik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b\EE-Word-schlicht_23-0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EE-Word-schlicht_23-06.dotx</Template>
  <TotalTime>0</TotalTime>
  <Pages>2</Pages>
  <Words>487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Buse, Rita</dc:creator>
  <cp:keywords/>
  <dc:description/>
  <cp:lastModifiedBy>Buse, Rita</cp:lastModifiedBy>
  <cp:revision>29</cp:revision>
  <cp:lastPrinted>2018-03-09T09:17:00Z</cp:lastPrinted>
  <dcterms:created xsi:type="dcterms:W3CDTF">2025-08-07T12:20:00Z</dcterms:created>
  <dcterms:modified xsi:type="dcterms:W3CDTF">2025-10-10T06:21:00Z</dcterms:modified>
</cp:coreProperties>
</file>