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C486F" w14:textId="77777777" w:rsidR="00256421" w:rsidRPr="00256421" w:rsidRDefault="00256421" w:rsidP="00256421">
      <w:pPr>
        <w:pStyle w:val="Titel"/>
      </w:pPr>
      <w:r w:rsidRPr="00256421">
        <w:t>RF-VM: Funkmodul für die Lüftungssteuerung mit WS1 und WS1000</w:t>
      </w:r>
    </w:p>
    <w:p w14:paraId="22F371E3" w14:textId="0E2DAF6A" w:rsidR="00256421" w:rsidRPr="00256421" w:rsidRDefault="007418AB" w:rsidP="00256421">
      <w:r>
        <w:t xml:space="preserve">Das </w:t>
      </w:r>
      <w:r w:rsidR="00256421" w:rsidRPr="00256421">
        <w:t>Funkmodul</w:t>
      </w:r>
      <w:r>
        <w:t xml:space="preserve"> </w:t>
      </w:r>
      <w:r w:rsidR="00256421" w:rsidRPr="00256421">
        <w:rPr>
          <w:b/>
          <w:bCs/>
        </w:rPr>
        <w:t>RF-VM</w:t>
      </w:r>
      <w:r>
        <w:t xml:space="preserve"> von</w:t>
      </w:r>
      <w:r w:rsidRPr="00256421">
        <w:rPr>
          <w:b/>
          <w:bCs/>
        </w:rPr>
        <w:t xml:space="preserve"> </w:t>
      </w:r>
      <w:r w:rsidR="00256421" w:rsidRPr="00256421">
        <w:rPr>
          <w:b/>
          <w:bCs/>
        </w:rPr>
        <w:t>Elsner Elektronik</w:t>
      </w:r>
      <w:r>
        <w:t xml:space="preserve"> </w:t>
      </w:r>
      <w:r w:rsidRPr="00256421">
        <w:t>er</w:t>
      </w:r>
      <w:r>
        <w:t xml:space="preserve">gänzt </w:t>
      </w:r>
      <w:r w:rsidR="00256421" w:rsidRPr="00256421">
        <w:t xml:space="preserve">die Möglichkeiten der </w:t>
      </w:r>
      <w:r>
        <w:t xml:space="preserve">motorischen </w:t>
      </w:r>
      <w:r w:rsidR="00256421" w:rsidRPr="00256421">
        <w:t>Lüftungssteuerung in Wohn- und Bürogebäuden</w:t>
      </w:r>
      <w:r w:rsidR="00256421" w:rsidRPr="008F5B1D">
        <w:t xml:space="preserve">. </w:t>
      </w:r>
      <w:r w:rsidRPr="008F5B1D">
        <w:t>Das Modul steht nun als Neuauflage wieder regulär zur Verfügung.</w:t>
      </w:r>
      <w:r>
        <w:t xml:space="preserve"> Es</w:t>
      </w:r>
      <w:r w:rsidR="00256421" w:rsidRPr="00256421">
        <w:t xml:space="preserve"> ermöglicht die kabellose Anbindung </w:t>
      </w:r>
      <w:r>
        <w:t>von</w:t>
      </w:r>
      <w:r w:rsidR="00256421" w:rsidRPr="00256421">
        <w:t xml:space="preserve"> Lüftungsgeräte</w:t>
      </w:r>
      <w:r>
        <w:t>n</w:t>
      </w:r>
      <w:r w:rsidR="00256421" w:rsidRPr="00256421">
        <w:t xml:space="preserve"> an die Gebäudesteuerungen</w:t>
      </w:r>
      <w:r>
        <w:t xml:space="preserve"> </w:t>
      </w:r>
      <w:r w:rsidR="00256421" w:rsidRPr="00256421">
        <w:rPr>
          <w:b/>
          <w:bCs/>
        </w:rPr>
        <w:t>WS1</w:t>
      </w:r>
      <w:r>
        <w:t xml:space="preserve"> </w:t>
      </w:r>
      <w:r w:rsidR="00256421" w:rsidRPr="00256421">
        <w:t>und</w:t>
      </w:r>
      <w:r>
        <w:t xml:space="preserve"> </w:t>
      </w:r>
      <w:r w:rsidR="00256421" w:rsidRPr="00256421">
        <w:rPr>
          <w:b/>
          <w:bCs/>
        </w:rPr>
        <w:t>WS1000</w:t>
      </w:r>
      <w:r w:rsidR="00256421" w:rsidRPr="00256421">
        <w:t>, wodurch sich Ab- und Umluftsysteme sowie Frischluft-/Heizkombinationen komfortabel in die Raumklimaregelung integrieren lassen.</w:t>
      </w:r>
    </w:p>
    <w:p w14:paraId="7064E7B4" w14:textId="77777777" w:rsidR="00256421" w:rsidRPr="00256421" w:rsidRDefault="00256421" w:rsidP="00256421">
      <w:r w:rsidRPr="00256421">
        <w:t>Die Steuerung erfolgt in bis zu acht Geschwindigkeitsstufen, inklusive der Bedienung von Verschlussklappen. Dank Funkkommunikation bietet das RF-VM maximale Flexibilität bei der Installation – ideal für Nachrüstungen oder komplexe bauliche Situationen.</w:t>
      </w:r>
    </w:p>
    <w:p w14:paraId="6A19E737" w14:textId="6ED33A10" w:rsidR="00256421" w:rsidRPr="00256421" w:rsidRDefault="00256421" w:rsidP="00256421">
      <w:r w:rsidRPr="00256421">
        <w:t xml:space="preserve">In Kombination mit den WS1- und WS1000-Systemen, </w:t>
      </w:r>
      <w:r w:rsidR="005F0CDE">
        <w:t xml:space="preserve">die es in den Modellvarianten „Color, Style und Connect“ gibt, </w:t>
      </w:r>
      <w:r w:rsidR="005F0CDE" w:rsidRPr="00256421">
        <w:t>entsteht ein ganzheitliches Smart-Building-Konzept für energieeffizienten Komfort</w:t>
      </w:r>
      <w:r w:rsidR="005F0CDE">
        <w:t>.</w:t>
      </w:r>
      <w:r w:rsidR="005F0CDE" w:rsidRPr="00256421">
        <w:t xml:space="preserve"> </w:t>
      </w:r>
      <w:r w:rsidR="005F0CDE">
        <w:t xml:space="preserve">Lüftung, </w:t>
      </w:r>
      <w:r w:rsidRPr="00256421">
        <w:t xml:space="preserve">Sonnenschutz, Heizung, Kühlung und Beleuchtung </w:t>
      </w:r>
      <w:r w:rsidR="005F0CDE">
        <w:t xml:space="preserve">werden optimal </w:t>
      </w:r>
      <w:r w:rsidRPr="00256421">
        <w:t>koordinier</w:t>
      </w:r>
      <w:r w:rsidR="00B05F0F">
        <w:t>t.</w:t>
      </w:r>
    </w:p>
    <w:p w14:paraId="2CE1AEF1" w14:textId="56F1CA8E" w:rsidR="00DB70C1" w:rsidRPr="003F1FE9" w:rsidRDefault="00256421" w:rsidP="003F1FE9">
      <w:r w:rsidRPr="00256421">
        <w:t>Weitere Informationen unter: www.elsner-elektronik.de</w:t>
      </w:r>
    </w:p>
    <w:p w14:paraId="53D3B899" w14:textId="77777777" w:rsidR="003F1FE9" w:rsidRDefault="003F1FE9" w:rsidP="003059BF"/>
    <w:p w14:paraId="2F5E94AF" w14:textId="77777777" w:rsidR="008403E4" w:rsidRPr="003059BF" w:rsidRDefault="008403E4" w:rsidP="003059BF"/>
    <w:sectPr w:rsidR="008403E4" w:rsidRPr="003059BF" w:rsidSect="00D8135B">
      <w:headerReference w:type="default" r:id="rId7"/>
      <w:footerReference w:type="default" r:id="rId8"/>
      <w:pgSz w:w="11906" w:h="16838" w:code="9"/>
      <w:pgMar w:top="1814" w:right="1588" w:bottom="1134" w:left="1418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2DF1C" w14:textId="77777777" w:rsidR="003059BF" w:rsidRDefault="003059BF" w:rsidP="00A4011B">
      <w:pPr>
        <w:spacing w:after="0" w:line="240" w:lineRule="auto"/>
      </w:pPr>
      <w:r>
        <w:separator/>
      </w:r>
    </w:p>
  </w:endnote>
  <w:endnote w:type="continuationSeparator" w:id="0">
    <w:p w14:paraId="493C13D7" w14:textId="77777777" w:rsidR="003059BF" w:rsidRDefault="003059BF" w:rsidP="00A4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Com 57 Condensed">
    <w:panose1 w:val="020B0506020202050204"/>
    <w:charset w:val="00"/>
    <w:family w:val="swiss"/>
    <w:pitch w:val="variable"/>
    <w:sig w:usb0="A00000AF" w:usb1="5000205A" w:usb2="00000000" w:usb3="00000000" w:csb0="0000009B" w:csb1="00000000"/>
  </w:font>
  <w:font w:name="Univers Com 55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DF966" w14:textId="77777777" w:rsidR="008C3E67" w:rsidRDefault="008C3E67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</w:p>
  <w:p w14:paraId="72358190" w14:textId="77777777" w:rsidR="00A4011B" w:rsidRPr="007E5338" w:rsidRDefault="00A4011B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9B78F9">
      <w:rPr>
        <w:b/>
      </w:rPr>
      <w:t>Elsner Elektronik GmbH</w:t>
    </w:r>
    <w:r w:rsidR="00D5237F" w:rsidRPr="009B78F9">
      <w:t xml:space="preserve"> </w:t>
    </w:r>
    <w:r w:rsidR="00D5237F" w:rsidRPr="009B78F9">
      <w:tab/>
    </w:r>
    <w:r w:rsidRPr="009B78F9">
      <w:tab/>
    </w:r>
    <w:r w:rsidR="003807FC">
      <w:t xml:space="preserve">                 </w:t>
    </w:r>
    <w:r w:rsidR="00CF077A" w:rsidRPr="007E5338">
      <w:t>www.elsner-elektronik.de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AF308" w14:textId="77777777" w:rsidR="003059BF" w:rsidRDefault="003059BF" w:rsidP="00A4011B">
      <w:pPr>
        <w:spacing w:after="0" w:line="240" w:lineRule="auto"/>
      </w:pPr>
      <w:r>
        <w:separator/>
      </w:r>
    </w:p>
  </w:footnote>
  <w:footnote w:type="continuationSeparator" w:id="0">
    <w:p w14:paraId="1781641B" w14:textId="77777777" w:rsidR="003059BF" w:rsidRDefault="003059BF" w:rsidP="00A4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CE4A" w14:textId="594DB130" w:rsidR="00A4011B" w:rsidRPr="009F0353" w:rsidRDefault="00B45356" w:rsidP="00A4011B">
    <w:pPr>
      <w:pStyle w:val="Kopfzeile"/>
      <w:rPr>
        <w:color w:val="808080" w:themeColor="background1" w:themeShade="80"/>
      </w:rPr>
    </w:pPr>
    <w:r>
      <w:rPr>
        <w:noProof/>
      </w:rPr>
      <w:drawing>
        <wp:inline distT="0" distB="0" distL="0" distR="0" wp14:anchorId="06CDBEA7" wp14:editId="1E17BFB3">
          <wp:extent cx="1331595" cy="360000"/>
          <wp:effectExtent l="0" t="0" r="1905" b="2540"/>
          <wp:docPr id="489921563" name="Grafik 2" descr="Ein Bild, das Schrift, Grafiken, Logo, Typografi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21563" name="Grafik 2" descr="Ein Bild, das Schrift, Grafiken, Logo, Typografie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21" t="7881" r="2021" b="7881"/>
                  <a:stretch/>
                </pic:blipFill>
                <pic:spPr bwMode="auto">
                  <a:xfrm>
                    <a:off x="0" y="0"/>
                    <a:ext cx="1376054" cy="37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F0353">
      <w:tab/>
    </w:r>
    <w:r w:rsidR="009F0353">
      <w:tab/>
    </w:r>
    <w:r w:rsidR="007221B3">
      <w:rPr>
        <w:color w:val="808080" w:themeColor="background1" w:themeShade="80"/>
        <w:sz w:val="14"/>
        <w:szCs w:val="14"/>
      </w:rPr>
      <w:t xml:space="preserve">Stand </w:t>
    </w:r>
    <w:r w:rsidR="00EF44AA">
      <w:rPr>
        <w:color w:val="808080" w:themeColor="background1" w:themeShade="80"/>
        <w:sz w:val="14"/>
        <w:szCs w:val="14"/>
      </w:rPr>
      <w:t>20</w:t>
    </w:r>
    <w:r w:rsidR="00560FC1">
      <w:rPr>
        <w:color w:val="808080" w:themeColor="background1" w:themeShade="80"/>
        <w:sz w:val="14"/>
        <w:szCs w:val="14"/>
      </w:rPr>
      <w:t>.</w:t>
    </w:r>
    <w:r w:rsidR="00222187">
      <w:rPr>
        <w:color w:val="808080" w:themeColor="background1" w:themeShade="80"/>
        <w:sz w:val="14"/>
        <w:szCs w:val="14"/>
      </w:rPr>
      <w:t>0</w:t>
    </w:r>
    <w:r w:rsidR="00EF44AA">
      <w:rPr>
        <w:color w:val="808080" w:themeColor="background1" w:themeShade="80"/>
        <w:sz w:val="14"/>
        <w:szCs w:val="14"/>
      </w:rPr>
      <w:t>9</w:t>
    </w:r>
    <w:r w:rsidR="001F70C9">
      <w:rPr>
        <w:color w:val="808080" w:themeColor="background1" w:themeShade="80"/>
        <w:sz w:val="14"/>
        <w:szCs w:val="14"/>
      </w:rPr>
      <w:t>.20</w:t>
    </w:r>
    <w:r w:rsidR="00297C39">
      <w:rPr>
        <w:color w:val="808080" w:themeColor="background1" w:themeShade="80"/>
        <w:sz w:val="14"/>
        <w:szCs w:val="14"/>
      </w:rPr>
      <w:t>2</w:t>
    </w:r>
    <w:r w:rsidR="00FB1BBD">
      <w:rPr>
        <w:color w:val="808080" w:themeColor="background1" w:themeShade="80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D1A1E"/>
    <w:multiLevelType w:val="hybridMultilevel"/>
    <w:tmpl w:val="B7E6A49E"/>
    <w:lvl w:ilvl="0" w:tplc="723E19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F48BE"/>
    <w:multiLevelType w:val="hybridMultilevel"/>
    <w:tmpl w:val="CF129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64526"/>
    <w:multiLevelType w:val="hybridMultilevel"/>
    <w:tmpl w:val="95A2E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86E84"/>
    <w:multiLevelType w:val="hybridMultilevel"/>
    <w:tmpl w:val="1194A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604936">
    <w:abstractNumId w:val="1"/>
  </w:num>
  <w:num w:numId="2" w16cid:durableId="567108645">
    <w:abstractNumId w:val="2"/>
  </w:num>
  <w:num w:numId="3" w16cid:durableId="1822234385">
    <w:abstractNumId w:val="3"/>
  </w:num>
  <w:num w:numId="4" w16cid:durableId="197409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9BF"/>
    <w:rsid w:val="00011285"/>
    <w:rsid w:val="00022671"/>
    <w:rsid w:val="000228DD"/>
    <w:rsid w:val="00027FBE"/>
    <w:rsid w:val="00031B62"/>
    <w:rsid w:val="000446CB"/>
    <w:rsid w:val="000473D3"/>
    <w:rsid w:val="00051F2B"/>
    <w:rsid w:val="00052862"/>
    <w:rsid w:val="00055B4B"/>
    <w:rsid w:val="000660BF"/>
    <w:rsid w:val="000678D7"/>
    <w:rsid w:val="00067B2F"/>
    <w:rsid w:val="00074693"/>
    <w:rsid w:val="000771DE"/>
    <w:rsid w:val="000779CD"/>
    <w:rsid w:val="00080AFA"/>
    <w:rsid w:val="00081F68"/>
    <w:rsid w:val="00085D74"/>
    <w:rsid w:val="00096CC7"/>
    <w:rsid w:val="000A22EA"/>
    <w:rsid w:val="000A5AD9"/>
    <w:rsid w:val="000B5AC7"/>
    <w:rsid w:val="000B6CD0"/>
    <w:rsid w:val="000C36AD"/>
    <w:rsid w:val="000D3E67"/>
    <w:rsid w:val="000E7615"/>
    <w:rsid w:val="000F70E3"/>
    <w:rsid w:val="000F77A7"/>
    <w:rsid w:val="001017EE"/>
    <w:rsid w:val="00105944"/>
    <w:rsid w:val="00113660"/>
    <w:rsid w:val="00124F1B"/>
    <w:rsid w:val="00127E61"/>
    <w:rsid w:val="001361BF"/>
    <w:rsid w:val="00136447"/>
    <w:rsid w:val="00146934"/>
    <w:rsid w:val="00147679"/>
    <w:rsid w:val="00166CAC"/>
    <w:rsid w:val="00173889"/>
    <w:rsid w:val="00177F85"/>
    <w:rsid w:val="00185228"/>
    <w:rsid w:val="00193DE7"/>
    <w:rsid w:val="00193E2D"/>
    <w:rsid w:val="001A2F88"/>
    <w:rsid w:val="001B2C57"/>
    <w:rsid w:val="001C77DD"/>
    <w:rsid w:val="001D1076"/>
    <w:rsid w:val="001D11BA"/>
    <w:rsid w:val="001D246D"/>
    <w:rsid w:val="001D2739"/>
    <w:rsid w:val="001D4567"/>
    <w:rsid w:val="001D4881"/>
    <w:rsid w:val="001D5A3C"/>
    <w:rsid w:val="001E5CE8"/>
    <w:rsid w:val="001F438C"/>
    <w:rsid w:val="001F4A26"/>
    <w:rsid w:val="001F70C9"/>
    <w:rsid w:val="00206C33"/>
    <w:rsid w:val="00207404"/>
    <w:rsid w:val="00207F24"/>
    <w:rsid w:val="00211E47"/>
    <w:rsid w:val="00216579"/>
    <w:rsid w:val="00222187"/>
    <w:rsid w:val="00223483"/>
    <w:rsid w:val="002249E6"/>
    <w:rsid w:val="00225561"/>
    <w:rsid w:val="00225CE2"/>
    <w:rsid w:val="00231409"/>
    <w:rsid w:val="00234DEF"/>
    <w:rsid w:val="002359CC"/>
    <w:rsid w:val="00245349"/>
    <w:rsid w:val="00253592"/>
    <w:rsid w:val="00255B39"/>
    <w:rsid w:val="00256421"/>
    <w:rsid w:val="00265CEA"/>
    <w:rsid w:val="002725E8"/>
    <w:rsid w:val="002737D7"/>
    <w:rsid w:val="00276F31"/>
    <w:rsid w:val="00281DCC"/>
    <w:rsid w:val="00291297"/>
    <w:rsid w:val="00291D79"/>
    <w:rsid w:val="002953C0"/>
    <w:rsid w:val="00297C39"/>
    <w:rsid w:val="002A1DF1"/>
    <w:rsid w:val="002A35C9"/>
    <w:rsid w:val="002A4DF8"/>
    <w:rsid w:val="002B29AF"/>
    <w:rsid w:val="002D6352"/>
    <w:rsid w:val="002E62CC"/>
    <w:rsid w:val="002E666A"/>
    <w:rsid w:val="002E781A"/>
    <w:rsid w:val="00304203"/>
    <w:rsid w:val="003059BF"/>
    <w:rsid w:val="003079B4"/>
    <w:rsid w:val="00310257"/>
    <w:rsid w:val="00310E7C"/>
    <w:rsid w:val="003209CF"/>
    <w:rsid w:val="003225AB"/>
    <w:rsid w:val="00322BF5"/>
    <w:rsid w:val="0033195A"/>
    <w:rsid w:val="00331B72"/>
    <w:rsid w:val="00333958"/>
    <w:rsid w:val="00336F13"/>
    <w:rsid w:val="00346B9E"/>
    <w:rsid w:val="00347108"/>
    <w:rsid w:val="00364077"/>
    <w:rsid w:val="003807FC"/>
    <w:rsid w:val="00384775"/>
    <w:rsid w:val="00387D43"/>
    <w:rsid w:val="00393B55"/>
    <w:rsid w:val="003A412D"/>
    <w:rsid w:val="003A51BE"/>
    <w:rsid w:val="003A5D02"/>
    <w:rsid w:val="003B5C34"/>
    <w:rsid w:val="003C1B99"/>
    <w:rsid w:val="003C76D0"/>
    <w:rsid w:val="003D37A7"/>
    <w:rsid w:val="003F1FE9"/>
    <w:rsid w:val="0040034E"/>
    <w:rsid w:val="00401836"/>
    <w:rsid w:val="00405F40"/>
    <w:rsid w:val="004121F1"/>
    <w:rsid w:val="00414608"/>
    <w:rsid w:val="00416F9A"/>
    <w:rsid w:val="00420BBF"/>
    <w:rsid w:val="00424247"/>
    <w:rsid w:val="00440D73"/>
    <w:rsid w:val="0044248C"/>
    <w:rsid w:val="00443028"/>
    <w:rsid w:val="0045234D"/>
    <w:rsid w:val="00454A96"/>
    <w:rsid w:val="00481EC6"/>
    <w:rsid w:val="00482F13"/>
    <w:rsid w:val="0048395B"/>
    <w:rsid w:val="0049656E"/>
    <w:rsid w:val="00496D23"/>
    <w:rsid w:val="004C0CFE"/>
    <w:rsid w:val="004C24E6"/>
    <w:rsid w:val="004C615E"/>
    <w:rsid w:val="004C6A2D"/>
    <w:rsid w:val="004C6E27"/>
    <w:rsid w:val="004D3111"/>
    <w:rsid w:val="004D5022"/>
    <w:rsid w:val="004E405C"/>
    <w:rsid w:val="004F41A9"/>
    <w:rsid w:val="004F5F0A"/>
    <w:rsid w:val="0050289E"/>
    <w:rsid w:val="00506D1D"/>
    <w:rsid w:val="00516AED"/>
    <w:rsid w:val="00520708"/>
    <w:rsid w:val="005256FC"/>
    <w:rsid w:val="00530074"/>
    <w:rsid w:val="00531914"/>
    <w:rsid w:val="005344E4"/>
    <w:rsid w:val="00536C71"/>
    <w:rsid w:val="0055029E"/>
    <w:rsid w:val="00552436"/>
    <w:rsid w:val="00560FC1"/>
    <w:rsid w:val="00591789"/>
    <w:rsid w:val="005921B1"/>
    <w:rsid w:val="00594D3A"/>
    <w:rsid w:val="0059527B"/>
    <w:rsid w:val="00595995"/>
    <w:rsid w:val="005A048D"/>
    <w:rsid w:val="005A3300"/>
    <w:rsid w:val="005A4762"/>
    <w:rsid w:val="005B2CCB"/>
    <w:rsid w:val="005B4143"/>
    <w:rsid w:val="005C7B68"/>
    <w:rsid w:val="005D7DD5"/>
    <w:rsid w:val="005D7EDC"/>
    <w:rsid w:val="005E01CF"/>
    <w:rsid w:val="005E0B7F"/>
    <w:rsid w:val="005E45D6"/>
    <w:rsid w:val="005F0CDE"/>
    <w:rsid w:val="005F37DA"/>
    <w:rsid w:val="005F399A"/>
    <w:rsid w:val="00600F58"/>
    <w:rsid w:val="00602E20"/>
    <w:rsid w:val="006044C2"/>
    <w:rsid w:val="00604687"/>
    <w:rsid w:val="00605447"/>
    <w:rsid w:val="0061025A"/>
    <w:rsid w:val="00611BA3"/>
    <w:rsid w:val="00624DAB"/>
    <w:rsid w:val="006335E8"/>
    <w:rsid w:val="00636A6E"/>
    <w:rsid w:val="006547A1"/>
    <w:rsid w:val="0065644C"/>
    <w:rsid w:val="006613E5"/>
    <w:rsid w:val="006735D6"/>
    <w:rsid w:val="00682C3F"/>
    <w:rsid w:val="00690ECA"/>
    <w:rsid w:val="006B0F63"/>
    <w:rsid w:val="006B294E"/>
    <w:rsid w:val="006B32EE"/>
    <w:rsid w:val="006B5141"/>
    <w:rsid w:val="006B6CF0"/>
    <w:rsid w:val="006C5502"/>
    <w:rsid w:val="006D7C34"/>
    <w:rsid w:val="006E1B8E"/>
    <w:rsid w:val="006F5EBE"/>
    <w:rsid w:val="0070222F"/>
    <w:rsid w:val="00702968"/>
    <w:rsid w:val="007037A9"/>
    <w:rsid w:val="00707F2D"/>
    <w:rsid w:val="0071075E"/>
    <w:rsid w:val="00710A8A"/>
    <w:rsid w:val="007112C7"/>
    <w:rsid w:val="00720BCA"/>
    <w:rsid w:val="007221B3"/>
    <w:rsid w:val="00722E25"/>
    <w:rsid w:val="007259CC"/>
    <w:rsid w:val="00736946"/>
    <w:rsid w:val="007418AB"/>
    <w:rsid w:val="007549AC"/>
    <w:rsid w:val="007552AF"/>
    <w:rsid w:val="00765155"/>
    <w:rsid w:val="0076561E"/>
    <w:rsid w:val="007677E4"/>
    <w:rsid w:val="00773CF0"/>
    <w:rsid w:val="00776287"/>
    <w:rsid w:val="007824F9"/>
    <w:rsid w:val="00786821"/>
    <w:rsid w:val="0078744E"/>
    <w:rsid w:val="00795EE6"/>
    <w:rsid w:val="00797E81"/>
    <w:rsid w:val="007A56F4"/>
    <w:rsid w:val="007A708B"/>
    <w:rsid w:val="007A7205"/>
    <w:rsid w:val="007B621C"/>
    <w:rsid w:val="007D1242"/>
    <w:rsid w:val="007E5338"/>
    <w:rsid w:val="008023F4"/>
    <w:rsid w:val="008102C7"/>
    <w:rsid w:val="00811723"/>
    <w:rsid w:val="008157A5"/>
    <w:rsid w:val="0081767C"/>
    <w:rsid w:val="0082230A"/>
    <w:rsid w:val="00826AAB"/>
    <w:rsid w:val="00831BA7"/>
    <w:rsid w:val="00836AC3"/>
    <w:rsid w:val="008403E4"/>
    <w:rsid w:val="00845171"/>
    <w:rsid w:val="00847B92"/>
    <w:rsid w:val="0085262F"/>
    <w:rsid w:val="00862B54"/>
    <w:rsid w:val="00866052"/>
    <w:rsid w:val="00870AF0"/>
    <w:rsid w:val="00875B20"/>
    <w:rsid w:val="00880648"/>
    <w:rsid w:val="00881DB5"/>
    <w:rsid w:val="008868BE"/>
    <w:rsid w:val="00890DC8"/>
    <w:rsid w:val="0089409A"/>
    <w:rsid w:val="00896354"/>
    <w:rsid w:val="008B3FE4"/>
    <w:rsid w:val="008B55A9"/>
    <w:rsid w:val="008B6AD6"/>
    <w:rsid w:val="008C3E67"/>
    <w:rsid w:val="008D69D2"/>
    <w:rsid w:val="008F5B1D"/>
    <w:rsid w:val="008F796E"/>
    <w:rsid w:val="0090020F"/>
    <w:rsid w:val="0090075D"/>
    <w:rsid w:val="00907098"/>
    <w:rsid w:val="00907E21"/>
    <w:rsid w:val="00915731"/>
    <w:rsid w:val="00915BD7"/>
    <w:rsid w:val="0091782F"/>
    <w:rsid w:val="00920F40"/>
    <w:rsid w:val="00921F76"/>
    <w:rsid w:val="00922733"/>
    <w:rsid w:val="0093022E"/>
    <w:rsid w:val="00940C7C"/>
    <w:rsid w:val="00942CCE"/>
    <w:rsid w:val="00954D26"/>
    <w:rsid w:val="009551A8"/>
    <w:rsid w:val="0096480E"/>
    <w:rsid w:val="009665F9"/>
    <w:rsid w:val="00967D37"/>
    <w:rsid w:val="00971752"/>
    <w:rsid w:val="009746FA"/>
    <w:rsid w:val="0098223A"/>
    <w:rsid w:val="00983897"/>
    <w:rsid w:val="009839AA"/>
    <w:rsid w:val="009907EB"/>
    <w:rsid w:val="00990F04"/>
    <w:rsid w:val="00992C51"/>
    <w:rsid w:val="0099680B"/>
    <w:rsid w:val="009B6CE1"/>
    <w:rsid w:val="009B78F9"/>
    <w:rsid w:val="009C1FAB"/>
    <w:rsid w:val="009C4B59"/>
    <w:rsid w:val="009D52D8"/>
    <w:rsid w:val="009E12DB"/>
    <w:rsid w:val="009E6E3E"/>
    <w:rsid w:val="009F0353"/>
    <w:rsid w:val="00A16739"/>
    <w:rsid w:val="00A2163E"/>
    <w:rsid w:val="00A25AE2"/>
    <w:rsid w:val="00A2746F"/>
    <w:rsid w:val="00A3225B"/>
    <w:rsid w:val="00A34C57"/>
    <w:rsid w:val="00A4011B"/>
    <w:rsid w:val="00A53723"/>
    <w:rsid w:val="00A545A1"/>
    <w:rsid w:val="00A6312A"/>
    <w:rsid w:val="00A64752"/>
    <w:rsid w:val="00A67CD6"/>
    <w:rsid w:val="00A7643B"/>
    <w:rsid w:val="00A7691C"/>
    <w:rsid w:val="00A76B1E"/>
    <w:rsid w:val="00A87732"/>
    <w:rsid w:val="00A975CC"/>
    <w:rsid w:val="00AC5564"/>
    <w:rsid w:val="00AC6A24"/>
    <w:rsid w:val="00AD5CFF"/>
    <w:rsid w:val="00AE1F9C"/>
    <w:rsid w:val="00AE25BB"/>
    <w:rsid w:val="00AE3C7C"/>
    <w:rsid w:val="00AE7EC1"/>
    <w:rsid w:val="00AF462F"/>
    <w:rsid w:val="00AF775D"/>
    <w:rsid w:val="00B032E8"/>
    <w:rsid w:val="00B03C98"/>
    <w:rsid w:val="00B05F0F"/>
    <w:rsid w:val="00B11ADD"/>
    <w:rsid w:val="00B15443"/>
    <w:rsid w:val="00B24E58"/>
    <w:rsid w:val="00B30B6C"/>
    <w:rsid w:val="00B33342"/>
    <w:rsid w:val="00B42864"/>
    <w:rsid w:val="00B42FF8"/>
    <w:rsid w:val="00B43AE4"/>
    <w:rsid w:val="00B45356"/>
    <w:rsid w:val="00B467C5"/>
    <w:rsid w:val="00B55774"/>
    <w:rsid w:val="00B55A53"/>
    <w:rsid w:val="00B71C41"/>
    <w:rsid w:val="00B74CCE"/>
    <w:rsid w:val="00B7627A"/>
    <w:rsid w:val="00B819DE"/>
    <w:rsid w:val="00B82020"/>
    <w:rsid w:val="00B834FC"/>
    <w:rsid w:val="00B90411"/>
    <w:rsid w:val="00B92C3A"/>
    <w:rsid w:val="00BA6E93"/>
    <w:rsid w:val="00BB66CE"/>
    <w:rsid w:val="00BB75E1"/>
    <w:rsid w:val="00BC0707"/>
    <w:rsid w:val="00BC3B69"/>
    <w:rsid w:val="00BC4532"/>
    <w:rsid w:val="00BC6E8D"/>
    <w:rsid w:val="00BD20FD"/>
    <w:rsid w:val="00BD77F7"/>
    <w:rsid w:val="00BF045D"/>
    <w:rsid w:val="00BF0C66"/>
    <w:rsid w:val="00BF6F5B"/>
    <w:rsid w:val="00C00E56"/>
    <w:rsid w:val="00C01F54"/>
    <w:rsid w:val="00C24C66"/>
    <w:rsid w:val="00C4188C"/>
    <w:rsid w:val="00C434B8"/>
    <w:rsid w:val="00C44508"/>
    <w:rsid w:val="00C44A49"/>
    <w:rsid w:val="00C52936"/>
    <w:rsid w:val="00C52C66"/>
    <w:rsid w:val="00C63339"/>
    <w:rsid w:val="00C731AB"/>
    <w:rsid w:val="00C76F1A"/>
    <w:rsid w:val="00C81CDF"/>
    <w:rsid w:val="00C82929"/>
    <w:rsid w:val="00C86CAD"/>
    <w:rsid w:val="00C90A02"/>
    <w:rsid w:val="00C91DB6"/>
    <w:rsid w:val="00C9391B"/>
    <w:rsid w:val="00CA663E"/>
    <w:rsid w:val="00CC4935"/>
    <w:rsid w:val="00CF077A"/>
    <w:rsid w:val="00D050E7"/>
    <w:rsid w:val="00D069CF"/>
    <w:rsid w:val="00D11F91"/>
    <w:rsid w:val="00D15586"/>
    <w:rsid w:val="00D201CF"/>
    <w:rsid w:val="00D27010"/>
    <w:rsid w:val="00D323C5"/>
    <w:rsid w:val="00D356E2"/>
    <w:rsid w:val="00D47616"/>
    <w:rsid w:val="00D5237F"/>
    <w:rsid w:val="00D5665B"/>
    <w:rsid w:val="00D57422"/>
    <w:rsid w:val="00D6531C"/>
    <w:rsid w:val="00D656A9"/>
    <w:rsid w:val="00D70E94"/>
    <w:rsid w:val="00D7304B"/>
    <w:rsid w:val="00D80F29"/>
    <w:rsid w:val="00D8135B"/>
    <w:rsid w:val="00D81D8D"/>
    <w:rsid w:val="00D83340"/>
    <w:rsid w:val="00D84D31"/>
    <w:rsid w:val="00D858C2"/>
    <w:rsid w:val="00D87B8D"/>
    <w:rsid w:val="00DB22F7"/>
    <w:rsid w:val="00DB398E"/>
    <w:rsid w:val="00DB488A"/>
    <w:rsid w:val="00DB70C1"/>
    <w:rsid w:val="00DE3AE4"/>
    <w:rsid w:val="00DE4FD7"/>
    <w:rsid w:val="00E10FB2"/>
    <w:rsid w:val="00E12A2F"/>
    <w:rsid w:val="00E13C95"/>
    <w:rsid w:val="00E1701E"/>
    <w:rsid w:val="00E41950"/>
    <w:rsid w:val="00E41CFD"/>
    <w:rsid w:val="00E5350A"/>
    <w:rsid w:val="00E543A6"/>
    <w:rsid w:val="00E66073"/>
    <w:rsid w:val="00E66853"/>
    <w:rsid w:val="00E67583"/>
    <w:rsid w:val="00E7635C"/>
    <w:rsid w:val="00EA15D5"/>
    <w:rsid w:val="00EA7DF1"/>
    <w:rsid w:val="00EB2945"/>
    <w:rsid w:val="00EB62A9"/>
    <w:rsid w:val="00EC0177"/>
    <w:rsid w:val="00ED6C69"/>
    <w:rsid w:val="00EE4D5D"/>
    <w:rsid w:val="00EE5165"/>
    <w:rsid w:val="00EF0FA9"/>
    <w:rsid w:val="00EF44AA"/>
    <w:rsid w:val="00EF57B4"/>
    <w:rsid w:val="00F13372"/>
    <w:rsid w:val="00F13BC6"/>
    <w:rsid w:val="00F13E13"/>
    <w:rsid w:val="00F171B8"/>
    <w:rsid w:val="00F31981"/>
    <w:rsid w:val="00F34C59"/>
    <w:rsid w:val="00F415D3"/>
    <w:rsid w:val="00F44547"/>
    <w:rsid w:val="00F56238"/>
    <w:rsid w:val="00F57236"/>
    <w:rsid w:val="00F629E4"/>
    <w:rsid w:val="00F63C62"/>
    <w:rsid w:val="00F748FA"/>
    <w:rsid w:val="00F914A1"/>
    <w:rsid w:val="00F93556"/>
    <w:rsid w:val="00F96518"/>
    <w:rsid w:val="00FA49A2"/>
    <w:rsid w:val="00FB1BBD"/>
    <w:rsid w:val="00FB28C9"/>
    <w:rsid w:val="00FB2EA3"/>
    <w:rsid w:val="00FB3046"/>
    <w:rsid w:val="00FC5A3E"/>
    <w:rsid w:val="00FD2090"/>
    <w:rsid w:val="00FD5F75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C5BE8"/>
  <w15:chartTrackingRefBased/>
  <w15:docId w15:val="{252EE6BB-5478-4756-80BD-066AE149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0BBF"/>
    <w:pPr>
      <w:spacing w:after="120" w:line="300" w:lineRule="auto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0BBF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2A2F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3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2230A"/>
    <w:pPr>
      <w:spacing w:before="200" w:after="24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230A"/>
    <w:rPr>
      <w:rFonts w:ascii="Univers Com 57 Condensed" w:eastAsiaTheme="majorEastAsia" w:hAnsi="Univers Com 57 Condensed" w:cstheme="majorBidi"/>
      <w:b/>
      <w:spacing w:val="-10"/>
      <w:kern w:val="28"/>
      <w:sz w:val="28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011B"/>
    <w:rPr>
      <w:rFonts w:ascii="Univers Com 55" w:hAnsi="Univers Com 55"/>
    </w:rPr>
  </w:style>
  <w:style w:type="paragraph" w:styleId="Fuzeile">
    <w:name w:val="footer"/>
    <w:basedOn w:val="Standard"/>
    <w:link w:val="Fu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011B"/>
    <w:rPr>
      <w:rFonts w:ascii="Univers Com 55" w:hAnsi="Univers Com 5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2A2F"/>
    <w:rPr>
      <w:rFonts w:ascii="Arial" w:eastAsiaTheme="majorEastAsia" w:hAnsi="Arial" w:cstheme="majorBidi"/>
      <w:b/>
      <w:sz w:val="20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45D"/>
    <w:pPr>
      <w:numPr>
        <w:ilvl w:val="1"/>
      </w:numPr>
    </w:pPr>
    <w:rPr>
      <w:rFonts w:eastAsiaTheme="minorEastAsia"/>
      <w:sz w:val="1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45D"/>
    <w:rPr>
      <w:rFonts w:ascii="Univers Com 57 Condensed" w:eastAsiaTheme="minorEastAsia" w:hAnsi="Univers Com 57 Condensed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2671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A5D02"/>
    <w:pPr>
      <w:spacing w:after="0" w:line="240" w:lineRule="auto"/>
      <w:jc w:val="both"/>
    </w:pPr>
    <w:rPr>
      <w:rFonts w:ascii="Univers Com 57 Condensed" w:hAnsi="Univers Com 57 Condensed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0BBF"/>
    <w:rPr>
      <w:rFonts w:ascii="Arial" w:eastAsiaTheme="majorEastAsia" w:hAnsi="Arial" w:cstheme="majorBidi"/>
      <w:b/>
      <w:sz w:val="24"/>
      <w:szCs w:val="32"/>
    </w:rPr>
  </w:style>
  <w:style w:type="paragraph" w:customStyle="1" w:styleId="Text">
    <w:name w:val="Text"/>
    <w:basedOn w:val="Standard"/>
    <w:uiPriority w:val="99"/>
    <w:rsid w:val="00F93556"/>
    <w:pPr>
      <w:tabs>
        <w:tab w:val="left" w:pos="170"/>
      </w:tabs>
      <w:autoSpaceDE w:val="0"/>
      <w:autoSpaceDN w:val="0"/>
      <w:adjustRightInd w:val="0"/>
      <w:spacing w:after="0" w:line="240" w:lineRule="atLeast"/>
      <w:textAlignment w:val="center"/>
    </w:pPr>
    <w:rPr>
      <w:rFonts w:ascii="Univers Com 55" w:hAnsi="Univers Com 55" w:cs="Univers Com 55"/>
      <w:color w:val="000000"/>
      <w:sz w:val="17"/>
      <w:szCs w:val="17"/>
    </w:rPr>
  </w:style>
  <w:style w:type="paragraph" w:styleId="Listenabsatz">
    <w:name w:val="List Paragraph"/>
    <w:basedOn w:val="Standard"/>
    <w:uiPriority w:val="34"/>
    <w:qFormat/>
    <w:rsid w:val="00177F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D3E67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3E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25AE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2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b\EE-Word-schlicht_23-0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EE-Word-schlicht_23-06.dotx</Template>
  <TotalTime>0</TotalTime>
  <Pages>1</Pages>
  <Words>146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Buse, Rita</dc:creator>
  <cp:keywords/>
  <dc:description/>
  <cp:lastModifiedBy>Buse, Rita</cp:lastModifiedBy>
  <cp:revision>26</cp:revision>
  <cp:lastPrinted>2018-03-09T09:17:00Z</cp:lastPrinted>
  <dcterms:created xsi:type="dcterms:W3CDTF">2025-08-07T12:20:00Z</dcterms:created>
  <dcterms:modified xsi:type="dcterms:W3CDTF">2025-10-10T06:21:00Z</dcterms:modified>
</cp:coreProperties>
</file>